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12" w:rsidRDefault="00EF4512" w:rsidP="00EF451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F4512" w:rsidRDefault="00EF4512" w:rsidP="00EF451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EF4512" w:rsidRDefault="00EF4512" w:rsidP="00EF4512">
      <w:pPr>
        <w:pStyle w:val="Nadpis1"/>
      </w:pPr>
    </w:p>
    <w:p w:rsidR="00BD6378" w:rsidRDefault="00BD6378">
      <w:pPr>
        <w:pStyle w:val="Nadpis1"/>
      </w:pPr>
      <w:r>
        <w:t>1</w:t>
      </w:r>
      <w:r w:rsidR="00EC339A">
        <w:t>6</w:t>
      </w:r>
      <w:r>
        <w:t>/0</w:t>
      </w:r>
      <w:r w:rsidR="00196A43">
        <w:t>5</w:t>
      </w:r>
      <w:r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BD6378" w:rsidRDefault="00213A62">
      <w:pPr>
        <w:jc w:val="center"/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proofErr w:type="gramStart"/>
      <w:r w:rsidR="00EC339A">
        <w:t>15.února</w:t>
      </w:r>
      <w:proofErr w:type="gramEnd"/>
      <w:r w:rsidR="00EC339A">
        <w:t xml:space="preserve"> 2017</w:t>
      </w: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  <w:bookmarkStart w:id="0" w:name="_GoBack"/>
      <w:bookmarkEnd w:id="0"/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BD6378" w:rsidRDefault="00BD6378">
      <w:pPr>
        <w:rPr>
          <w:b/>
          <w:bCs/>
          <w:sz w:val="28"/>
          <w:u w:val="single"/>
        </w:rPr>
      </w:pPr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</w:p>
    <w:p w:rsidR="00BD6378" w:rsidRDefault="00BD6378">
      <w:pPr>
        <w:rPr>
          <w:b/>
          <w:bCs/>
          <w:sz w:val="28"/>
          <w:u w:val="single"/>
        </w:rPr>
      </w:pPr>
    </w:p>
    <w:p w:rsidR="00EC339A" w:rsidRDefault="00EC339A" w:rsidP="00EC339A">
      <w:pPr>
        <w:pStyle w:val="Nadpis2"/>
      </w:pPr>
      <w:r>
        <w:lastRenderedPageBreak/>
        <w:t>1) Kontrolní výbor – volba nového člena</w:t>
      </w:r>
    </w:p>
    <w:p w:rsidR="00EC339A" w:rsidRDefault="00EC339A" w:rsidP="00EC339A">
      <w:pPr>
        <w:widowControl w:val="0"/>
        <w:autoSpaceDE w:val="0"/>
        <w:autoSpaceDN w:val="0"/>
        <w:adjustRightInd w:val="0"/>
      </w:pPr>
    </w:p>
    <w:p w:rsidR="00EC339A" w:rsidRDefault="00EC339A" w:rsidP="00EC339A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EC339A" w:rsidRDefault="00EC339A" w:rsidP="00EC339A">
      <w:pPr>
        <w:jc w:val="both"/>
      </w:pPr>
      <w:r>
        <w:t>ZM po projednání</w:t>
      </w:r>
    </w:p>
    <w:p w:rsidR="00EC339A" w:rsidRDefault="00EC339A" w:rsidP="00EC339A">
      <w:pPr>
        <w:jc w:val="both"/>
      </w:pPr>
    </w:p>
    <w:p w:rsidR="001F3636" w:rsidRDefault="001F3636" w:rsidP="001F3636">
      <w:pPr>
        <w:pStyle w:val="Bezmez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</w:pPr>
      <w:proofErr w:type="spellStart"/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I.Odvolává</w:t>
      </w:r>
      <w:proofErr w:type="spellEnd"/>
      <w:proofErr w:type="gramEnd"/>
    </w:p>
    <w:p w:rsidR="001F3636" w:rsidRPr="004D622C" w:rsidRDefault="001F3636" w:rsidP="00EC339A">
      <w:pPr>
        <w:pStyle w:val="Bezmezer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  <w:r w:rsidRPr="004D622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p. Miloslava </w:t>
      </w:r>
      <w:proofErr w:type="spellStart"/>
      <w:r w:rsidRPr="004D622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Trégla</w:t>
      </w:r>
      <w:proofErr w:type="spellEnd"/>
      <w:r w:rsidRPr="004D622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z funkce člena kontrolního výboru </w:t>
      </w:r>
      <w:r w:rsidR="005F5FA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 15.2.2017</w:t>
      </w:r>
      <w:r w:rsidR="000D425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</w:p>
    <w:p w:rsidR="00EC339A" w:rsidRDefault="00EC339A" w:rsidP="00EC339A">
      <w:pPr>
        <w:pStyle w:val="Bezmez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I</w:t>
      </w:r>
      <w:r w:rsidR="001F363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I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. Volí</w:t>
      </w:r>
    </w:p>
    <w:p w:rsidR="00EC339A" w:rsidRDefault="00EC339A" w:rsidP="00EC339A">
      <w:pPr>
        <w:pStyle w:val="Bezmez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……………. do funkce člena kontrolního výboru</w:t>
      </w:r>
      <w:r>
        <w:rPr>
          <w:rFonts w:ascii="Times New Roman" w:hAnsi="Times New Roman"/>
          <w:color w:val="000000"/>
          <w:sz w:val="24"/>
        </w:rPr>
        <w:t xml:space="preserve"> ode dne 1</w:t>
      </w:r>
      <w:r w:rsidR="00577B3D">
        <w:rPr>
          <w:rFonts w:ascii="Times New Roman" w:hAnsi="Times New Roman"/>
          <w:color w:val="000000"/>
          <w:sz w:val="24"/>
        </w:rPr>
        <w:t>6</w:t>
      </w:r>
      <w:r>
        <w:rPr>
          <w:rFonts w:ascii="Times New Roman" w:hAnsi="Times New Roman"/>
          <w:color w:val="000000"/>
          <w:sz w:val="24"/>
        </w:rPr>
        <w:t>.2.2017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</w:p>
    <w:p w:rsidR="00EC339A" w:rsidRDefault="00EC339A" w:rsidP="00EC339A"/>
    <w:p w:rsidR="00BD6378" w:rsidRDefault="00BD6378" w:rsidP="00EC339A">
      <w:pPr>
        <w:pStyle w:val="Nadpis2"/>
      </w:pPr>
    </w:p>
    <w:sectPr w:rsidR="00BD6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947C4"/>
    <w:rsid w:val="000D425E"/>
    <w:rsid w:val="00196A43"/>
    <w:rsid w:val="001A0B9B"/>
    <w:rsid w:val="001A72CE"/>
    <w:rsid w:val="001F3636"/>
    <w:rsid w:val="00213A62"/>
    <w:rsid w:val="00326044"/>
    <w:rsid w:val="004D622C"/>
    <w:rsid w:val="00577B3D"/>
    <w:rsid w:val="005F5FAA"/>
    <w:rsid w:val="007D7966"/>
    <w:rsid w:val="00B1645B"/>
    <w:rsid w:val="00B249BE"/>
    <w:rsid w:val="00BB4BF4"/>
    <w:rsid w:val="00BD6378"/>
    <w:rsid w:val="00D4736C"/>
    <w:rsid w:val="00EC339A"/>
    <w:rsid w:val="00EF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Nadpis1Char">
    <w:name w:val="Nadpis 1 Char"/>
    <w:basedOn w:val="Standardnpsmoodstavce"/>
    <w:link w:val="Nadpis1"/>
    <w:rsid w:val="00EF4512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6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6</cp:revision>
  <cp:lastPrinted>2016-06-08T11:19:00Z</cp:lastPrinted>
  <dcterms:created xsi:type="dcterms:W3CDTF">2017-02-09T13:52:00Z</dcterms:created>
  <dcterms:modified xsi:type="dcterms:W3CDTF">2017-02-15T11:45:00Z</dcterms:modified>
</cp:coreProperties>
</file>