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58C" w:rsidRPr="0060458C" w:rsidRDefault="0060458C" w:rsidP="0060458C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60458C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15F5F" w:rsidRDefault="00B15F5F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6B6831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58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360568">
        <w:rPr>
          <w:rFonts w:ascii="Tahoma" w:hAnsi="Tahoma" w:cs="Tahoma"/>
          <w:sz w:val="24"/>
          <w:szCs w:val="24"/>
        </w:rPr>
        <w:t>01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640D8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640D8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31085D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Platové výměry ředitelů základních škol a mateřských škol zřizovaných městem Strakonice</w:t>
      </w:r>
      <w:r w:rsidR="009102FD">
        <w:rPr>
          <w:rFonts w:ascii="Tahoma" w:hAnsi="Tahoma" w:cs="Tahoma"/>
          <w:b/>
          <w:u w:val="single"/>
        </w:rPr>
        <w:t xml:space="preserve"> od 1. ledna 2022</w:t>
      </w:r>
      <w:r w:rsidR="005B0E0C">
        <w:rPr>
          <w:rFonts w:ascii="Tahoma" w:hAnsi="Tahoma" w:cs="Tahoma"/>
          <w:b/>
          <w:u w:val="single"/>
        </w:rPr>
        <w:t xml:space="preserve"> -  revokace usnesení </w:t>
      </w:r>
      <w:r w:rsidR="00A37325">
        <w:rPr>
          <w:rFonts w:ascii="Tahoma" w:hAnsi="Tahoma" w:cs="Tahoma"/>
          <w:b/>
          <w:u w:val="single"/>
        </w:rPr>
        <w:t xml:space="preserve">RM </w:t>
      </w:r>
      <w:r w:rsidR="005B0E0C">
        <w:rPr>
          <w:rFonts w:ascii="Tahoma" w:hAnsi="Tahoma" w:cs="Tahoma"/>
          <w:b/>
          <w:u w:val="single"/>
        </w:rPr>
        <w:t>č. 2490/2021 ze dne 20. prosince 2021</w:t>
      </w: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Pr="005E0400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360568">
        <w:rPr>
          <w:rFonts w:ascii="Tahoma" w:hAnsi="Tahoma" w:cs="Tahoma"/>
          <w:sz w:val="20"/>
          <w:szCs w:val="20"/>
        </w:rPr>
        <w:t>5</w:t>
      </w:r>
      <w:r w:rsidR="0031085D">
        <w:rPr>
          <w:rFonts w:ascii="Tahoma" w:hAnsi="Tahoma" w:cs="Tahoma"/>
          <w:sz w:val="20"/>
          <w:szCs w:val="20"/>
        </w:rPr>
        <w:t xml:space="preserve">. </w:t>
      </w:r>
      <w:r w:rsidR="000A465F">
        <w:rPr>
          <w:rFonts w:ascii="Tahoma" w:hAnsi="Tahoma" w:cs="Tahoma"/>
          <w:sz w:val="20"/>
          <w:szCs w:val="20"/>
        </w:rPr>
        <w:t>ledna</w:t>
      </w:r>
      <w:r w:rsidR="00B12448">
        <w:rPr>
          <w:rFonts w:ascii="Tahoma" w:hAnsi="Tahoma" w:cs="Tahoma"/>
          <w:sz w:val="20"/>
          <w:szCs w:val="20"/>
        </w:rPr>
        <w:t xml:space="preserve"> 202</w:t>
      </w:r>
      <w:r w:rsidR="000A465F">
        <w:rPr>
          <w:rFonts w:ascii="Tahoma" w:hAnsi="Tahoma" w:cs="Tahoma"/>
          <w:sz w:val="20"/>
          <w:szCs w:val="20"/>
        </w:rPr>
        <w:t>2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2640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2640D8">
        <w:rPr>
          <w:rFonts w:ascii="Tahoma" w:hAnsi="Tahoma" w:cs="Tahoma"/>
          <w:sz w:val="20"/>
          <w:szCs w:val="20"/>
        </w:rPr>
        <w:t>odboru školství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17876" w:rsidRPr="00F17876" w:rsidRDefault="00931B17" w:rsidP="004D7A16">
      <w:pPr>
        <w:pStyle w:val="Nadpis2"/>
      </w:pPr>
      <w:r>
        <w:lastRenderedPageBreak/>
        <w:t>Platové výměry ředitelů základních škol a mateřských škol zřizovaných městem Strakonice od 1. ledna 2022</w:t>
      </w:r>
      <w:r w:rsidR="007425A2">
        <w:t xml:space="preserve"> – revokace usnesení</w:t>
      </w:r>
      <w:r w:rsidR="000A465F">
        <w:t xml:space="preserve"> </w:t>
      </w:r>
      <w:r w:rsidR="00A37325">
        <w:t xml:space="preserve">RM </w:t>
      </w:r>
      <w:r w:rsidR="000A465F">
        <w:t>č. 2490/2021 ze dne 20. prosince 2021</w:t>
      </w:r>
    </w:p>
    <w:p w:rsidR="00F17876" w:rsidRPr="00F17876" w:rsidRDefault="00F17876" w:rsidP="00F1787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iCs/>
          <w:sz w:val="20"/>
          <w:szCs w:val="20"/>
        </w:rPr>
      </w:pPr>
    </w:p>
    <w:p w:rsidR="00F17876" w:rsidRPr="00F17876" w:rsidRDefault="00F17876" w:rsidP="00F17876">
      <w:pPr>
        <w:jc w:val="both"/>
        <w:rPr>
          <w:rFonts w:ascii="Tahoma" w:hAnsi="Tahoma" w:cs="Tahoma"/>
          <w:b/>
          <w:bCs/>
          <w:i/>
          <w:iCs/>
          <w:sz w:val="20"/>
          <w:szCs w:val="20"/>
          <w:u w:val="single"/>
        </w:rPr>
      </w:pPr>
      <w:bookmarkStart w:id="0" w:name="_GoBack"/>
      <w:bookmarkEnd w:id="0"/>
    </w:p>
    <w:p w:rsidR="00F17876" w:rsidRPr="00F17876" w:rsidRDefault="00F17876" w:rsidP="00F17876">
      <w:pPr>
        <w:jc w:val="both"/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F17876">
        <w:rPr>
          <w:rFonts w:ascii="Tahoma" w:hAnsi="Tahoma" w:cs="Tahoma"/>
          <w:b/>
          <w:bCs/>
          <w:iCs/>
          <w:sz w:val="20"/>
          <w:szCs w:val="20"/>
          <w:u w:val="single"/>
        </w:rPr>
        <w:t>Návrh usnesení:</w:t>
      </w:r>
      <w:r w:rsidRPr="00F17876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:rsidR="00F17876" w:rsidRPr="00F17876" w:rsidRDefault="00F17876" w:rsidP="00F17876">
      <w:pPr>
        <w:jc w:val="both"/>
        <w:rPr>
          <w:rFonts w:ascii="Tahoma" w:hAnsi="Tahoma" w:cs="Tahoma"/>
          <w:sz w:val="20"/>
          <w:szCs w:val="20"/>
        </w:rPr>
      </w:pPr>
      <w:r w:rsidRPr="00F17876">
        <w:rPr>
          <w:rFonts w:ascii="Tahoma" w:hAnsi="Tahoma" w:cs="Tahoma"/>
          <w:sz w:val="20"/>
          <w:szCs w:val="20"/>
        </w:rPr>
        <w:t>RM po projednání</w:t>
      </w:r>
    </w:p>
    <w:p w:rsidR="00F17876" w:rsidRPr="00F17876" w:rsidRDefault="00F17876" w:rsidP="00F17876">
      <w:pPr>
        <w:jc w:val="both"/>
        <w:rPr>
          <w:rFonts w:ascii="Tahoma" w:hAnsi="Tahoma" w:cs="Tahoma"/>
          <w:sz w:val="20"/>
          <w:szCs w:val="20"/>
        </w:rPr>
      </w:pPr>
    </w:p>
    <w:p w:rsidR="00F17876" w:rsidRPr="00AC149D" w:rsidRDefault="00F17876" w:rsidP="00AC149D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AC149D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 w:rsidR="00AC149D">
        <w:rPr>
          <w:rFonts w:ascii="Tahoma" w:hAnsi="Tahoma" w:cs="Tahoma"/>
          <w:b/>
          <w:bCs/>
          <w:sz w:val="20"/>
          <w:szCs w:val="20"/>
          <w:u w:val="single"/>
        </w:rPr>
        <w:t>Revokuje</w:t>
      </w:r>
    </w:p>
    <w:p w:rsidR="00F17876" w:rsidRDefault="00CB6898" w:rsidP="00F1787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</w:t>
      </w:r>
      <w:r w:rsidR="00AC149D">
        <w:rPr>
          <w:rFonts w:ascii="Tahoma" w:hAnsi="Tahoma" w:cs="Tahoma"/>
          <w:sz w:val="20"/>
          <w:szCs w:val="20"/>
        </w:rPr>
        <w:t>snesení RM č. 2490/2021 ze dne 20. prosince</w:t>
      </w:r>
      <w:r>
        <w:rPr>
          <w:rFonts w:ascii="Tahoma" w:hAnsi="Tahoma" w:cs="Tahoma"/>
          <w:sz w:val="20"/>
          <w:szCs w:val="20"/>
        </w:rPr>
        <w:t xml:space="preserve"> 2021. </w:t>
      </w:r>
    </w:p>
    <w:p w:rsidR="00726CD1" w:rsidRDefault="00726CD1" w:rsidP="00F17876">
      <w:pPr>
        <w:jc w:val="both"/>
        <w:rPr>
          <w:rFonts w:ascii="Tahoma" w:hAnsi="Tahoma" w:cs="Tahoma"/>
          <w:sz w:val="20"/>
          <w:szCs w:val="20"/>
        </w:rPr>
      </w:pPr>
    </w:p>
    <w:p w:rsidR="00AC149D" w:rsidRPr="00AC149D" w:rsidRDefault="00AC149D" w:rsidP="00AC149D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AC149D">
        <w:rPr>
          <w:rFonts w:ascii="Tahoma" w:hAnsi="Tahoma" w:cs="Tahoma"/>
          <w:b/>
          <w:bCs/>
          <w:sz w:val="20"/>
          <w:szCs w:val="20"/>
          <w:u w:val="single"/>
        </w:rPr>
        <w:t>I</w:t>
      </w:r>
      <w:r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AC149D">
        <w:rPr>
          <w:rFonts w:ascii="Tahoma" w:hAnsi="Tahoma" w:cs="Tahoma"/>
          <w:b/>
          <w:bCs/>
          <w:sz w:val="20"/>
          <w:szCs w:val="20"/>
          <w:u w:val="single"/>
        </w:rPr>
        <w:t>. Schvaluje</w:t>
      </w:r>
    </w:p>
    <w:p w:rsidR="00AC149D" w:rsidRDefault="00AC149D" w:rsidP="00AC149D">
      <w:pPr>
        <w:jc w:val="both"/>
        <w:rPr>
          <w:rFonts w:ascii="Tahoma" w:hAnsi="Tahoma" w:cs="Tahoma"/>
          <w:sz w:val="20"/>
          <w:szCs w:val="20"/>
        </w:rPr>
      </w:pPr>
      <w:r w:rsidRPr="00931B17">
        <w:rPr>
          <w:rFonts w:ascii="Tahoma" w:hAnsi="Tahoma" w:cs="Tahoma"/>
          <w:sz w:val="20"/>
          <w:szCs w:val="20"/>
        </w:rPr>
        <w:t>platové výměry ředitelů základních škol a mateřských škol zřizovaných městem Strakonice, které jsou samostatnou přílohou materiálu uloženou na odboru školství a cestovního ruchu, od 1. ledna 20</w:t>
      </w:r>
      <w:r>
        <w:rPr>
          <w:rFonts w:ascii="Tahoma" w:hAnsi="Tahoma" w:cs="Tahoma"/>
          <w:sz w:val="20"/>
          <w:szCs w:val="20"/>
        </w:rPr>
        <w:t>22.</w:t>
      </w:r>
    </w:p>
    <w:p w:rsidR="00AC149D" w:rsidRPr="00F17876" w:rsidRDefault="00AC149D" w:rsidP="00AC149D">
      <w:pPr>
        <w:jc w:val="both"/>
        <w:rPr>
          <w:rFonts w:ascii="Tahoma" w:hAnsi="Tahoma" w:cs="Tahoma"/>
          <w:sz w:val="20"/>
          <w:szCs w:val="20"/>
        </w:rPr>
      </w:pPr>
    </w:p>
    <w:p w:rsidR="00F17876" w:rsidRPr="00F17876" w:rsidRDefault="00F17876" w:rsidP="00F17876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F17876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941CC8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AC149D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F17876">
        <w:rPr>
          <w:rFonts w:ascii="Tahoma" w:hAnsi="Tahoma" w:cs="Tahoma"/>
          <w:b/>
          <w:bCs/>
          <w:sz w:val="20"/>
          <w:szCs w:val="20"/>
          <w:u w:val="single"/>
        </w:rPr>
        <w:t>. Ukládá</w:t>
      </w:r>
    </w:p>
    <w:p w:rsidR="00F17876" w:rsidRDefault="00F17876" w:rsidP="00F1787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17876">
        <w:rPr>
          <w:rFonts w:ascii="Tahoma" w:hAnsi="Tahoma" w:cs="Tahoma"/>
          <w:sz w:val="20"/>
          <w:szCs w:val="20"/>
        </w:rPr>
        <w:t>odboru školství zajistit splnění výše uvedeného usnesení.</w:t>
      </w:r>
    </w:p>
    <w:p w:rsidR="00CA340D" w:rsidRDefault="00CA340D" w:rsidP="00F1787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sectPr w:rsidR="00CA3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281"/>
    <w:multiLevelType w:val="hybridMultilevel"/>
    <w:tmpl w:val="46E63504"/>
    <w:lvl w:ilvl="0" w:tplc="2A22E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6C1B2112"/>
    <w:multiLevelType w:val="hybridMultilevel"/>
    <w:tmpl w:val="A5A8995A"/>
    <w:lvl w:ilvl="0" w:tplc="975E744C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B9"/>
    <w:rsid w:val="00010A17"/>
    <w:rsid w:val="00021397"/>
    <w:rsid w:val="00032AA7"/>
    <w:rsid w:val="00053C5A"/>
    <w:rsid w:val="00061EDB"/>
    <w:rsid w:val="00074BBA"/>
    <w:rsid w:val="00077160"/>
    <w:rsid w:val="000A465F"/>
    <w:rsid w:val="001603C9"/>
    <w:rsid w:val="001A226A"/>
    <w:rsid w:val="001F1928"/>
    <w:rsid w:val="002640D8"/>
    <w:rsid w:val="003052BB"/>
    <w:rsid w:val="0031085D"/>
    <w:rsid w:val="00316D6D"/>
    <w:rsid w:val="00360568"/>
    <w:rsid w:val="003C78C2"/>
    <w:rsid w:val="003D7520"/>
    <w:rsid w:val="00466AF0"/>
    <w:rsid w:val="004D7A16"/>
    <w:rsid w:val="004F40D8"/>
    <w:rsid w:val="004F62A3"/>
    <w:rsid w:val="0055252F"/>
    <w:rsid w:val="00553F51"/>
    <w:rsid w:val="005A197C"/>
    <w:rsid w:val="005B0E0C"/>
    <w:rsid w:val="005B5B98"/>
    <w:rsid w:val="005B73DA"/>
    <w:rsid w:val="005E0400"/>
    <w:rsid w:val="0060458C"/>
    <w:rsid w:val="0067710C"/>
    <w:rsid w:val="006B6831"/>
    <w:rsid w:val="00726CD1"/>
    <w:rsid w:val="007425A2"/>
    <w:rsid w:val="007919B3"/>
    <w:rsid w:val="007D538B"/>
    <w:rsid w:val="008013E6"/>
    <w:rsid w:val="008E629F"/>
    <w:rsid w:val="008E6A45"/>
    <w:rsid w:val="009102FD"/>
    <w:rsid w:val="00931B17"/>
    <w:rsid w:val="00941CC8"/>
    <w:rsid w:val="009454EA"/>
    <w:rsid w:val="009E26DB"/>
    <w:rsid w:val="00A37325"/>
    <w:rsid w:val="00A432F0"/>
    <w:rsid w:val="00A60858"/>
    <w:rsid w:val="00A6427F"/>
    <w:rsid w:val="00AC149D"/>
    <w:rsid w:val="00B12448"/>
    <w:rsid w:val="00B15F5F"/>
    <w:rsid w:val="00B21534"/>
    <w:rsid w:val="00B239B9"/>
    <w:rsid w:val="00B361A0"/>
    <w:rsid w:val="00BF7E67"/>
    <w:rsid w:val="00CA340D"/>
    <w:rsid w:val="00CB6898"/>
    <w:rsid w:val="00D67F1E"/>
    <w:rsid w:val="00E27647"/>
    <w:rsid w:val="00E64084"/>
    <w:rsid w:val="00F07490"/>
    <w:rsid w:val="00F1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BDA41D"/>
  <w15:chartTrackingRefBased/>
  <w15:docId w15:val="{413208A2-1F32-4D87-96E4-17864EEC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D7A16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4D7A16"/>
    <w:pPr>
      <w:keepNext/>
      <w:jc w:val="both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4D7A16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316D6D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16D6D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1C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1CC8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4D7A16"/>
    <w:rPr>
      <w:rFonts w:ascii="Tahoma" w:hAnsi="Tahoma" w:cs="Tahoma"/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69</TotalTime>
  <Pages>2</Pages>
  <Words>153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11</cp:revision>
  <cp:lastPrinted>2022-01-04T09:29:00Z</cp:lastPrinted>
  <dcterms:created xsi:type="dcterms:W3CDTF">2022-01-03T14:05:00Z</dcterms:created>
  <dcterms:modified xsi:type="dcterms:W3CDTF">2022-01-05T08:47:00Z</dcterms:modified>
</cp:coreProperties>
</file>